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ED3147-9FD7-4776-980C-0E8DD12058A5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